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F629" w14:textId="77777777" w:rsidR="00F2199F" w:rsidRDefault="00F2199F" w:rsidP="009A7710">
      <w:pPr>
        <w:pStyle w:val="Podnadpis"/>
        <w:spacing w:line="240" w:lineRule="auto"/>
        <w:rPr>
          <w:rFonts w:cs="Arial"/>
          <w:caps/>
          <w:sz w:val="28"/>
          <w:szCs w:val="24"/>
        </w:rPr>
      </w:pPr>
    </w:p>
    <w:p w14:paraId="59D11060" w14:textId="429AC7C7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6ECC640F" w:rsidR="00F30516" w:rsidRPr="002C3C93" w:rsidRDefault="00F30516" w:rsidP="001B6B08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420B36" w:rsidRPr="00420B36">
        <w:rPr>
          <w:rFonts w:cs="Arial"/>
          <w:sz w:val="22"/>
          <w:szCs w:val="22"/>
        </w:rPr>
        <w:t>Endosonografický systém včetně endoskopického dovybavení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7F2A022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a smlouva </w:t>
      </w:r>
      <w:r w:rsidR="00B55F7B">
        <w:rPr>
          <w:rFonts w:ascii="Arial" w:hAnsi="Arial" w:cs="Arial"/>
          <w:b/>
          <w:bCs/>
          <w:sz w:val="22"/>
        </w:rPr>
        <w:br/>
      </w:r>
      <w:r w:rsidR="00A322E4">
        <w:rPr>
          <w:rFonts w:ascii="Arial" w:hAnsi="Arial" w:cs="Arial"/>
          <w:b/>
          <w:bCs/>
          <w:sz w:val="22"/>
        </w:rPr>
        <w:t>o poskytování servisních služeb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3805552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11"/>
      <w:footerReference w:type="default" r:id="rId12"/>
      <w:footerReference w:type="first" r:id="rId13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DC8B9" w14:textId="77777777" w:rsidR="00542F7B" w:rsidRDefault="00542F7B">
      <w:r>
        <w:separator/>
      </w:r>
    </w:p>
  </w:endnote>
  <w:endnote w:type="continuationSeparator" w:id="0">
    <w:p w14:paraId="628AA05C" w14:textId="77777777" w:rsidR="00542F7B" w:rsidRDefault="00542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B31DA" w14:textId="77777777" w:rsidR="00542F7B" w:rsidRDefault="00542F7B">
      <w:r>
        <w:separator/>
      </w:r>
    </w:p>
  </w:footnote>
  <w:footnote w:type="continuationSeparator" w:id="0">
    <w:p w14:paraId="51A72DF5" w14:textId="77777777" w:rsidR="00542F7B" w:rsidRDefault="00542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45C5469F" w14:textId="77777777" w:rsidR="00F2199F" w:rsidRDefault="00F2199F"/>
  <w:p w14:paraId="753C1E82" w14:textId="3E540309" w:rsidR="00F2199F" w:rsidRPr="00F2199F" w:rsidRDefault="00F2199F" w:rsidP="00F2199F">
    <w:pPr>
      <w:jc w:val="right"/>
      <w:rPr>
        <w:rFonts w:ascii="Arial" w:hAnsi="Arial" w:cs="Arial"/>
      </w:rPr>
    </w:pPr>
    <w:r w:rsidRPr="00F2199F">
      <w:rPr>
        <w:rFonts w:ascii="Arial" w:hAnsi="Arial" w:cs="Arial"/>
      </w:rPr>
      <w:t xml:space="preserve">Příloha č. </w:t>
    </w:r>
    <w:r w:rsidR="00E13023">
      <w:rPr>
        <w:rFonts w:ascii="Arial" w:hAnsi="Arial" w:cs="Arial"/>
      </w:rPr>
      <w:t>4</w:t>
    </w:r>
    <w:r w:rsidRPr="00F2199F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776686">
    <w:abstractNumId w:val="12"/>
  </w:num>
  <w:num w:numId="2" w16cid:durableId="710348553">
    <w:abstractNumId w:val="16"/>
  </w:num>
  <w:num w:numId="3" w16cid:durableId="1869222294">
    <w:abstractNumId w:val="13"/>
  </w:num>
  <w:num w:numId="4" w16cid:durableId="740981370">
    <w:abstractNumId w:val="15"/>
  </w:num>
  <w:num w:numId="5" w16cid:durableId="136069859">
    <w:abstractNumId w:val="7"/>
  </w:num>
  <w:num w:numId="6" w16cid:durableId="1378092681">
    <w:abstractNumId w:val="8"/>
  </w:num>
  <w:num w:numId="7" w16cid:durableId="253057039">
    <w:abstractNumId w:val="14"/>
  </w:num>
  <w:num w:numId="8" w16cid:durableId="379210738">
    <w:abstractNumId w:val="9"/>
  </w:num>
  <w:num w:numId="9" w16cid:durableId="1011103372">
    <w:abstractNumId w:val="11"/>
  </w:num>
  <w:num w:numId="10" w16cid:durableId="464586128">
    <w:abstractNumId w:val="6"/>
  </w:num>
  <w:num w:numId="11" w16cid:durableId="2118983816">
    <w:abstractNumId w:val="10"/>
  </w:num>
  <w:num w:numId="12" w16cid:durableId="1551333920">
    <w:abstractNumId w:val="2"/>
  </w:num>
  <w:num w:numId="13" w16cid:durableId="122164696">
    <w:abstractNumId w:val="5"/>
  </w:num>
  <w:num w:numId="14" w16cid:durableId="1569999299">
    <w:abstractNumId w:val="0"/>
  </w:num>
  <w:num w:numId="15" w16cid:durableId="1433622437">
    <w:abstractNumId w:val="4"/>
  </w:num>
  <w:num w:numId="16" w16cid:durableId="1568567366">
    <w:abstractNumId w:val="3"/>
  </w:num>
  <w:num w:numId="17" w16cid:durableId="1339230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07C97"/>
    <w:rsid w:val="000264D5"/>
    <w:rsid w:val="000326DF"/>
    <w:rsid w:val="0004379B"/>
    <w:rsid w:val="00054972"/>
    <w:rsid w:val="00055FDB"/>
    <w:rsid w:val="00056041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B6B08"/>
    <w:rsid w:val="001C53CA"/>
    <w:rsid w:val="001C6BEE"/>
    <w:rsid w:val="001E0724"/>
    <w:rsid w:val="0020158A"/>
    <w:rsid w:val="002034F2"/>
    <w:rsid w:val="00203CA7"/>
    <w:rsid w:val="002078B2"/>
    <w:rsid w:val="0021408F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1207"/>
    <w:rsid w:val="003B2F80"/>
    <w:rsid w:val="003D1FA8"/>
    <w:rsid w:val="003D25AB"/>
    <w:rsid w:val="003E66A2"/>
    <w:rsid w:val="003F1AF8"/>
    <w:rsid w:val="003F3A2C"/>
    <w:rsid w:val="00420B36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2F7B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05635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B48A8"/>
    <w:rsid w:val="006C1B6C"/>
    <w:rsid w:val="00701CD7"/>
    <w:rsid w:val="00707415"/>
    <w:rsid w:val="0074051F"/>
    <w:rsid w:val="007477D8"/>
    <w:rsid w:val="00752F3D"/>
    <w:rsid w:val="00753987"/>
    <w:rsid w:val="0079124B"/>
    <w:rsid w:val="007912F8"/>
    <w:rsid w:val="00796BCB"/>
    <w:rsid w:val="007A5CF4"/>
    <w:rsid w:val="007B7ADB"/>
    <w:rsid w:val="007E0E21"/>
    <w:rsid w:val="007E2AA9"/>
    <w:rsid w:val="007E504D"/>
    <w:rsid w:val="007F1032"/>
    <w:rsid w:val="007F5C9C"/>
    <w:rsid w:val="008100A2"/>
    <w:rsid w:val="0082056D"/>
    <w:rsid w:val="008262BC"/>
    <w:rsid w:val="008430B4"/>
    <w:rsid w:val="00843486"/>
    <w:rsid w:val="00850BC6"/>
    <w:rsid w:val="00864B15"/>
    <w:rsid w:val="008871B5"/>
    <w:rsid w:val="008B07F9"/>
    <w:rsid w:val="008B348A"/>
    <w:rsid w:val="008B77A7"/>
    <w:rsid w:val="008B7D7C"/>
    <w:rsid w:val="008B7F6D"/>
    <w:rsid w:val="008C24C3"/>
    <w:rsid w:val="008E349B"/>
    <w:rsid w:val="008E6A4C"/>
    <w:rsid w:val="008E6A6F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631B2"/>
    <w:rsid w:val="00A71D64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CE010C"/>
    <w:rsid w:val="00CF17A9"/>
    <w:rsid w:val="00D12248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01AD2"/>
    <w:rsid w:val="00E13023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C5D07"/>
    <w:rsid w:val="00ED3CF0"/>
    <w:rsid w:val="00EE1B3F"/>
    <w:rsid w:val="00EF0356"/>
    <w:rsid w:val="00EF1E9E"/>
    <w:rsid w:val="00F213CC"/>
    <w:rsid w:val="00F2199F"/>
    <w:rsid w:val="00F24BAC"/>
    <w:rsid w:val="00F30516"/>
    <w:rsid w:val="00F62103"/>
    <w:rsid w:val="00F70620"/>
    <w:rsid w:val="00F818C0"/>
    <w:rsid w:val="00F86A67"/>
    <w:rsid w:val="00F971BE"/>
    <w:rsid w:val="00FB2ECD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43FE4-3F78-4F9D-A07C-98122904D3B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B611FC7B-75FF-4F0B-BA69-F7213A42D6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AEF72-A3D7-4491-B55C-69F4046C8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32</TotalTime>
  <Pages>3</Pages>
  <Words>971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18</cp:revision>
  <cp:lastPrinted>2013-09-18T12:20:00Z</cp:lastPrinted>
  <dcterms:created xsi:type="dcterms:W3CDTF">2025-07-29T08:22:00Z</dcterms:created>
  <dcterms:modified xsi:type="dcterms:W3CDTF">2026-02-23T07:12:00Z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